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700BE0">
                              <w:rPr>
                                <w:rFonts w:ascii="Arial" w:hAnsi="Arial" w:cs="Arial"/>
                                <w:sz w:val="16"/>
                              </w:rPr>
                              <w:t>14</w:t>
                            </w:r>
                            <w:r w:rsidR="00446490">
                              <w:rPr>
                                <w:rFonts w:ascii="Arial" w:hAnsi="Arial" w:cs="Arial"/>
                                <w:sz w:val="16"/>
                              </w:rPr>
                              <w:t xml:space="preserve">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700BE0">
                        <w:rPr>
                          <w:rFonts w:ascii="Arial" w:hAnsi="Arial" w:cs="Arial"/>
                          <w:sz w:val="16"/>
                        </w:rPr>
                        <w:t>14</w:t>
                      </w:r>
                      <w:r w:rsidR="00446490">
                        <w:rPr>
                          <w:rFonts w:ascii="Arial" w:hAnsi="Arial" w:cs="Arial"/>
                          <w:sz w:val="16"/>
                        </w:rPr>
                        <w:t xml:space="preserve"> octobre</w:t>
                      </w:r>
                      <w:r w:rsidR="00004713">
                        <w:rPr>
                          <w:rFonts w:ascii="Arial" w:hAnsi="Arial" w:cs="Arial"/>
                          <w:sz w:val="16"/>
                        </w:rPr>
                        <w:t xml:space="preserve"> 2025</w:t>
                      </w:r>
                      <w:r w:rsidR="00664900" w:rsidRPr="00AF5EB4">
                        <w:rPr>
                          <w:rFonts w:ascii="Arial" w:hAnsi="Arial" w:cs="Arial"/>
                          <w:color w:val="FF0000"/>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004713">
                        <w:rPr>
                          <w:rFonts w:ascii="Arial" w:hAnsi="Arial" w:cs="Arial"/>
                          <w:color w:val="1D1D1B"/>
                          <w:sz w:val="16"/>
                          <w:lang w:val="en-US"/>
                        </w:rPr>
                        <w:t xml:space="preserve">SID NO/BCO </w:t>
                      </w:r>
                      <w:r w:rsidR="00E775C2" w:rsidRPr="00B11B27">
                        <w:rPr>
                          <w:rFonts w:ascii="Arial" w:hAnsi="Arial" w:cs="Arial"/>
                          <w:color w:val="1D1D1B"/>
                          <w:sz w:val="16"/>
                          <w:lang w:val="en-US"/>
                        </w:rPr>
                        <w:t>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1D04D0" w:rsidRDefault="00700BE0" w:rsidP="007344BE">
            <w:pPr>
              <w:tabs>
                <w:tab w:val="left" w:pos="7371"/>
              </w:tabs>
              <w:rPr>
                <w:rFonts w:cs="Arial"/>
                <w:sz w:val="20"/>
              </w:rPr>
            </w:pPr>
            <w:proofErr w:type="gramStart"/>
            <w:r>
              <w:rPr>
                <w:rFonts w:cs="Arial"/>
                <w:sz w:val="20"/>
              </w:rPr>
              <w:t xml:space="preserve">EVREUX </w:t>
            </w:r>
            <w:r w:rsidR="00004713">
              <w:rPr>
                <w:rFonts w:cs="Arial"/>
                <w:sz w:val="20"/>
              </w:rPr>
              <w:t xml:space="preserve"> (</w:t>
            </w:r>
            <w:proofErr w:type="gramEnd"/>
            <w:r w:rsidR="00004713">
              <w:rPr>
                <w:rFonts w:cs="Arial"/>
                <w:sz w:val="20"/>
              </w:rPr>
              <w:t>27) Base Aérienne 105</w:t>
            </w:r>
          </w:p>
          <w:p w:rsidR="00004713" w:rsidRPr="007B4444" w:rsidRDefault="00700BE0" w:rsidP="00700BE0">
            <w:pPr>
              <w:tabs>
                <w:tab w:val="left" w:pos="7371"/>
              </w:tabs>
              <w:rPr>
                <w:rFonts w:cs="Arial"/>
                <w:sz w:val="20"/>
              </w:rPr>
            </w:pPr>
            <w:r w:rsidRPr="00700BE0">
              <w:rPr>
                <w:rFonts w:cs="Arial"/>
                <w:sz w:val="20"/>
              </w:rPr>
              <w:t xml:space="preserve">AMO </w:t>
            </w:r>
            <w:r w:rsidRPr="00700BE0">
              <w:rPr>
                <w:rFonts w:cs="Arial"/>
                <w:sz w:val="20"/>
              </w:rPr>
              <w:t xml:space="preserve">en matière de protection contre les effets de la foudre dans </w:t>
            </w:r>
            <w:r w:rsidRPr="00700BE0">
              <w:rPr>
                <w:rFonts w:cs="Arial"/>
                <w:sz w:val="20"/>
              </w:rPr>
              <w:t xml:space="preserve">le cadre de </w:t>
            </w:r>
            <w:r w:rsidR="00004713" w:rsidRPr="00700BE0">
              <w:rPr>
                <w:rFonts w:cs="Arial"/>
                <w:sz w:val="20"/>
              </w:rPr>
              <w:t xml:space="preserve"> l’accueil</w:t>
            </w:r>
            <w:r w:rsidR="00004713">
              <w:rPr>
                <w:rFonts w:cs="Arial"/>
                <w:sz w:val="20"/>
              </w:rPr>
              <w:t xml:space="preserve"> d’une unité de permanence opérationnelle</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00BE0" w:rsidRDefault="007B683E" w:rsidP="007B683E">
      <w:pPr>
        <w:rPr>
          <w:sz w:val="20"/>
        </w:rPr>
      </w:pPr>
    </w:p>
    <w:p w:rsidR="00EC668D" w:rsidRPr="00700BE0" w:rsidRDefault="004304B6" w:rsidP="00345305">
      <w:pPr>
        <w:numPr>
          <w:ilvl w:val="0"/>
          <w:numId w:val="8"/>
        </w:numPr>
        <w:rPr>
          <w:sz w:val="20"/>
        </w:rPr>
      </w:pPr>
      <w:r w:rsidRPr="00700BE0">
        <w:rPr>
          <w:sz w:val="20"/>
        </w:rPr>
        <w:t>Cahier des clauses particulières</w:t>
      </w:r>
      <w:r w:rsidR="00700BE0" w:rsidRPr="00700BE0">
        <w:rPr>
          <w:rFonts w:cs="Calibri"/>
          <w:sz w:val="20"/>
        </w:rPr>
        <w:t>, état des prix forfaitaires</w:t>
      </w:r>
      <w:r w:rsidR="00EC668D" w:rsidRPr="00700BE0">
        <w:rPr>
          <w:sz w:val="20"/>
        </w:rPr>
        <w:t xml:space="preserve"> </w:t>
      </w:r>
      <w:r w:rsidR="00004713" w:rsidRPr="00700BE0">
        <w:rPr>
          <w:sz w:val="20"/>
        </w:rPr>
        <w:t>et acte d’engagement</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Pr="000D52ED" w:rsidRDefault="00663C39" w:rsidP="00345305">
      <w:pPr>
        <w:numPr>
          <w:ilvl w:val="0"/>
          <w:numId w:val="8"/>
        </w:numPr>
        <w:rPr>
          <w:sz w:val="20"/>
        </w:rPr>
      </w:pPr>
      <w:r>
        <w:rPr>
          <w:rFonts w:cs="Marianne"/>
          <w:sz w:val="20"/>
        </w:rPr>
        <w:t>Fiche de Contrôle Primaire</w:t>
      </w:r>
    </w:p>
    <w:p w:rsidR="00064AAE" w:rsidRPr="001218B0" w:rsidRDefault="00064AAE" w:rsidP="00345305">
      <w:pPr>
        <w:numPr>
          <w:ilvl w:val="0"/>
          <w:numId w:val="8"/>
        </w:numPr>
        <w:rPr>
          <w:sz w:val="20"/>
        </w:rPr>
      </w:pPr>
      <w:r>
        <w:rPr>
          <w:rFonts w:cs="Marianne"/>
          <w:sz w:val="20"/>
        </w:rPr>
        <w:t>Tableau des critères de pondération</w:t>
      </w:r>
    </w:p>
    <w:p w:rsidR="001218B0" w:rsidRDefault="00700BE0" w:rsidP="00345305">
      <w:pPr>
        <w:numPr>
          <w:ilvl w:val="0"/>
          <w:numId w:val="8"/>
        </w:numPr>
        <w:rPr>
          <w:sz w:val="20"/>
        </w:rPr>
      </w:pPr>
      <w:proofErr w:type="gramStart"/>
      <w:r>
        <w:rPr>
          <w:rFonts w:cs="Marianne"/>
          <w:sz w:val="20"/>
        </w:rPr>
        <w:t>un</w:t>
      </w:r>
      <w:proofErr w:type="gramEnd"/>
      <w:r>
        <w:rPr>
          <w:rFonts w:cs="Marianne"/>
          <w:sz w:val="20"/>
        </w:rPr>
        <w:t xml:space="preserve"> plan</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w:t>
      </w:r>
      <w:r w:rsidR="00004713">
        <w:rPr>
          <w:sz w:val="20"/>
        </w:rPr>
        <w:t>déposer une offre.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sidR="00004713">
        <w:rPr>
          <w:sz w:val="20"/>
        </w:rPr>
        <w:t xml:space="preserve"> seront transmis uniquement au candidat</w:t>
      </w:r>
      <w:r>
        <w:rPr>
          <w:sz w:val="20"/>
        </w:rPr>
        <w:t xml:space="preserve"> </w:t>
      </w:r>
      <w:r w:rsidR="00004713">
        <w:rPr>
          <w:sz w:val="20"/>
        </w:rPr>
        <w:t>attributaire.</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004713" w:rsidP="00345305">
      <w:pPr>
        <w:tabs>
          <w:tab w:val="left" w:pos="1701"/>
        </w:tabs>
        <w:ind w:right="42"/>
        <w:jc w:val="both"/>
        <w:rPr>
          <w:sz w:val="20"/>
        </w:rPr>
      </w:pPr>
      <w:r>
        <w:rPr>
          <w:sz w:val="20"/>
        </w:rPr>
        <w:t>Je</w:t>
      </w:r>
      <w:r w:rsidR="00345305" w:rsidRPr="00345305">
        <w:rPr>
          <w:sz w:val="20"/>
        </w:rPr>
        <w:t xml:space="preserve"> vous demande de me renvoyer </w:t>
      </w:r>
      <w:r w:rsidR="00663C39">
        <w:rPr>
          <w:sz w:val="20"/>
        </w:rPr>
        <w:t>les</w:t>
      </w:r>
      <w:r w:rsidR="008A0593" w:rsidRPr="008A0593">
        <w:rPr>
          <w:sz w:val="20"/>
        </w:rPr>
        <w:t xml:space="preserve"> pièce</w:t>
      </w:r>
      <w:r w:rsidR="00663C39">
        <w:rPr>
          <w:sz w:val="20"/>
        </w:rPr>
        <w:t>s</w:t>
      </w:r>
      <w:r>
        <w:rPr>
          <w:sz w:val="20"/>
        </w:rPr>
        <w:t xml:space="preserve"> 1</w:t>
      </w:r>
      <w:r w:rsidR="008A0593" w:rsidRPr="008A0593">
        <w:rPr>
          <w:sz w:val="20"/>
        </w:rPr>
        <w:t xml:space="preserve"> </w:t>
      </w:r>
      <w:r>
        <w:rPr>
          <w:sz w:val="20"/>
        </w:rPr>
        <w:t>à</w:t>
      </w:r>
      <w:r w:rsidR="00700BE0">
        <w:rPr>
          <w:sz w:val="20"/>
        </w:rPr>
        <w:t xml:space="preserve"> 3</w:t>
      </w:r>
      <w:r w:rsidR="00663C39">
        <w:rPr>
          <w:sz w:val="20"/>
        </w:rPr>
        <w:t xml:space="preserve"> </w:t>
      </w:r>
      <w:r w:rsidR="00345305" w:rsidRPr="008A0593">
        <w:rPr>
          <w:sz w:val="20"/>
        </w:rPr>
        <w:t>ci-dessus</w:t>
      </w:r>
      <w:r w:rsidR="00345305" w:rsidRPr="00345305">
        <w:rPr>
          <w:sz w:val="20"/>
        </w:rPr>
        <w:t xml:space="preserve"> complété</w:t>
      </w:r>
      <w:r w:rsidR="008A0593">
        <w:rPr>
          <w:sz w:val="20"/>
        </w:rPr>
        <w:t>e</w:t>
      </w:r>
      <w:r w:rsidR="00663C39">
        <w:rPr>
          <w:sz w:val="20"/>
        </w:rPr>
        <w:t>s</w:t>
      </w:r>
      <w:r w:rsidR="00345305" w:rsidRPr="00345305">
        <w:rPr>
          <w:sz w:val="20"/>
        </w:rPr>
        <w:t xml:space="preserve"> et accompagné</w:t>
      </w:r>
      <w:r w:rsidR="008A0593">
        <w:rPr>
          <w:sz w:val="20"/>
        </w:rPr>
        <w:t>e</w:t>
      </w:r>
      <w:r w:rsidR="00663C39">
        <w:rPr>
          <w:sz w:val="20"/>
        </w:rPr>
        <w:t>s</w:t>
      </w:r>
      <w:r w:rsidR="00345305"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004713" w:rsidRDefault="00004713" w:rsidP="00345305">
      <w:pPr>
        <w:numPr>
          <w:ilvl w:val="0"/>
          <w:numId w:val="5"/>
        </w:numPr>
        <w:ind w:right="42"/>
        <w:jc w:val="both"/>
        <w:rPr>
          <w:sz w:val="20"/>
        </w:rPr>
      </w:pPr>
      <w:r>
        <w:rPr>
          <w:sz w:val="20"/>
        </w:rPr>
        <w:t>De vos attestations d’assurance à jour</w:t>
      </w:r>
    </w:p>
    <w:p w:rsidR="00004713" w:rsidRDefault="00004713" w:rsidP="00345305">
      <w:pPr>
        <w:numPr>
          <w:ilvl w:val="0"/>
          <w:numId w:val="5"/>
        </w:numPr>
        <w:ind w:right="42"/>
        <w:jc w:val="both"/>
        <w:rPr>
          <w:sz w:val="20"/>
        </w:rPr>
      </w:pPr>
      <w:r>
        <w:rPr>
          <w:sz w:val="20"/>
        </w:rPr>
        <w:t>De votre attestation de vigilance délivrée par l’URSAFF</w:t>
      </w:r>
    </w:p>
    <w:p w:rsidR="001218B0" w:rsidRDefault="00004713" w:rsidP="001218B0">
      <w:pPr>
        <w:numPr>
          <w:ilvl w:val="0"/>
          <w:numId w:val="5"/>
        </w:numPr>
        <w:ind w:right="42"/>
        <w:jc w:val="both"/>
        <w:rPr>
          <w:sz w:val="20"/>
        </w:rPr>
      </w:pPr>
      <w:r w:rsidRPr="001218B0">
        <w:rPr>
          <w:sz w:val="20"/>
        </w:rPr>
        <w:t>De votre attestation de régularité fiscale délivrée par les DDFIP</w:t>
      </w:r>
      <w:r w:rsidR="001218B0">
        <w:rPr>
          <w:sz w:val="20"/>
        </w:rPr>
        <w:t xml:space="preserve"> </w:t>
      </w:r>
    </w:p>
    <w:p w:rsidR="00700BE0" w:rsidRPr="00700BE0" w:rsidRDefault="00700BE0" w:rsidP="00700BE0">
      <w:pPr>
        <w:pStyle w:val="Paragraphedeliste"/>
        <w:numPr>
          <w:ilvl w:val="0"/>
          <w:numId w:val="5"/>
        </w:numPr>
        <w:ind w:right="42"/>
        <w:jc w:val="both"/>
        <w:rPr>
          <w:sz w:val="20"/>
        </w:rPr>
      </w:pPr>
      <w:r w:rsidRPr="00700BE0">
        <w:rPr>
          <w:sz w:val="20"/>
        </w:rPr>
        <w:lastRenderedPageBreak/>
        <w:t>D’une copie des agréments en cours de validité</w:t>
      </w:r>
    </w:p>
    <w:p w:rsidR="00700BE0" w:rsidRPr="00700BE0" w:rsidRDefault="00700BE0" w:rsidP="00700BE0">
      <w:pPr>
        <w:numPr>
          <w:ilvl w:val="0"/>
          <w:numId w:val="5"/>
        </w:numPr>
        <w:ind w:right="42"/>
        <w:jc w:val="both"/>
        <w:rPr>
          <w:sz w:val="20"/>
        </w:rPr>
      </w:pPr>
      <w:proofErr w:type="gramStart"/>
      <w:r w:rsidRPr="00700BE0">
        <w:rPr>
          <w:sz w:val="20"/>
        </w:rPr>
        <w:t>d’un</w:t>
      </w:r>
      <w:proofErr w:type="gramEnd"/>
      <w:r w:rsidRPr="00700BE0">
        <w:rPr>
          <w:sz w:val="20"/>
        </w:rPr>
        <w:t xml:space="preserve"> mémoire technique comprenant</w:t>
      </w:r>
      <w:r w:rsidRPr="00700BE0">
        <w:rPr>
          <w:rFonts w:ascii="Calibri" w:hAnsi="Calibri" w:cs="Calibri"/>
          <w:sz w:val="20"/>
        </w:rPr>
        <w:t> </w:t>
      </w:r>
      <w:r w:rsidRPr="00700BE0">
        <w:rPr>
          <w:sz w:val="20"/>
        </w:rPr>
        <w:t>:</w:t>
      </w:r>
    </w:p>
    <w:p w:rsidR="00700BE0" w:rsidRPr="00700BE0" w:rsidRDefault="00700BE0" w:rsidP="00700BE0">
      <w:pPr>
        <w:numPr>
          <w:ilvl w:val="1"/>
          <w:numId w:val="2"/>
        </w:numPr>
        <w:tabs>
          <w:tab w:val="clear" w:pos="1440"/>
          <w:tab w:val="num" w:pos="928"/>
        </w:tabs>
        <w:spacing w:after="60"/>
        <w:ind w:left="993" w:hanging="196"/>
        <w:jc w:val="both"/>
        <w:rPr>
          <w:sz w:val="20"/>
        </w:rPr>
      </w:pPr>
      <w:r w:rsidRPr="00700BE0">
        <w:rPr>
          <w:sz w:val="20"/>
          <w:u w:val="single"/>
        </w:rPr>
        <w:t>Note méthodologique détaillée</w:t>
      </w:r>
      <w:r w:rsidRPr="00700BE0">
        <w:rPr>
          <w:sz w:val="20"/>
        </w:rPr>
        <w:t xml:space="preserve"> présentant l’organisation, la procédure et la méthode que le candidat envisage d’exécuter pour réaliser sa mission.</w:t>
      </w:r>
    </w:p>
    <w:p w:rsidR="00700BE0" w:rsidRPr="00700BE0" w:rsidRDefault="00700BE0" w:rsidP="00700BE0">
      <w:pPr>
        <w:numPr>
          <w:ilvl w:val="1"/>
          <w:numId w:val="2"/>
        </w:numPr>
        <w:tabs>
          <w:tab w:val="clear" w:pos="1440"/>
          <w:tab w:val="num" w:pos="928"/>
        </w:tabs>
        <w:spacing w:after="60"/>
        <w:ind w:left="993" w:hanging="196"/>
        <w:jc w:val="both"/>
        <w:rPr>
          <w:sz w:val="20"/>
        </w:rPr>
      </w:pPr>
      <w:r w:rsidRPr="00700BE0">
        <w:rPr>
          <w:sz w:val="20"/>
          <w:u w:val="single"/>
        </w:rPr>
        <w:t>Présentation de l’équipe</w:t>
      </w:r>
      <w:r w:rsidRPr="00700BE0">
        <w:rPr>
          <w:sz w:val="20"/>
        </w:rPr>
        <w:t xml:space="preserve"> dédiée à la réalisation de la mission (joindre CV).</w:t>
      </w:r>
    </w:p>
    <w:p w:rsidR="00004713" w:rsidRDefault="00004713" w:rsidP="001218B0">
      <w:pPr>
        <w:ind w:left="360" w:right="42"/>
        <w:jc w:val="both"/>
        <w:rPr>
          <w:sz w:val="20"/>
        </w:rPr>
      </w:pPr>
    </w:p>
    <w:p w:rsidR="008A0593" w:rsidRDefault="008A0593" w:rsidP="008A0593">
      <w:pPr>
        <w:ind w:left="720" w:right="42"/>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004713">
        <w:rPr>
          <w:sz w:val="20"/>
        </w:rPr>
        <w:t>offres</w:t>
      </w:r>
      <w:r w:rsidRPr="00463FF3">
        <w:rPr>
          <w:sz w:val="20"/>
        </w:rPr>
        <w:t xml:space="preserve"> est fixée au </w:t>
      </w:r>
      <w:r w:rsidR="00700BE0">
        <w:rPr>
          <w:b/>
          <w:color w:val="00B050"/>
          <w:sz w:val="20"/>
        </w:rPr>
        <w:t>17 novembre 2025 à 15</w:t>
      </w:r>
      <w:bookmarkStart w:id="0" w:name="_GoBack"/>
      <w:bookmarkEnd w:id="0"/>
      <w:r w:rsidR="00004713">
        <w:rPr>
          <w:b/>
          <w:color w:val="00B050"/>
          <w:sz w:val="20"/>
        </w:rPr>
        <w:t>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004713">
        <w:rPr>
          <w:sz w:val="20"/>
        </w:rPr>
        <w:t xml:space="preserve">M. Fabrice LOUBET                 </w:t>
      </w:r>
      <w:r w:rsidR="00004713">
        <w:rPr>
          <w:sz w:val="20"/>
        </w:rPr>
        <w:tab/>
        <w:t>au 06.22.42.37.76</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E97" w:rsidRDefault="00451E97">
      <w:r>
        <w:separator/>
      </w:r>
    </w:p>
  </w:endnote>
  <w:endnote w:type="continuationSeparator" w:id="0">
    <w:p w:rsidR="00451E97" w:rsidRDefault="00451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E97" w:rsidRDefault="00451E97">
      <w:r>
        <w:separator/>
      </w:r>
    </w:p>
  </w:footnote>
  <w:footnote w:type="continuationSeparator" w:id="0">
    <w:p w:rsidR="00451E97" w:rsidRDefault="00451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C48C2"/>
    <w:multiLevelType w:val="hybridMultilevel"/>
    <w:tmpl w:val="321EF0DE"/>
    <w:lvl w:ilvl="0" w:tplc="9BAECF78">
      <w:start w:val="1"/>
      <w:numFmt w:val="decimal"/>
      <w:lvlText w:val="%1)"/>
      <w:lvlJc w:val="left"/>
      <w:pPr>
        <w:tabs>
          <w:tab w:val="num" w:pos="360"/>
        </w:tabs>
        <w:ind w:left="36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2A3EFE"/>
    <w:multiLevelType w:val="hybridMultilevel"/>
    <w:tmpl w:val="321EF0DE"/>
    <w:lvl w:ilvl="0" w:tplc="9BAECF78">
      <w:start w:val="1"/>
      <w:numFmt w:val="decimal"/>
      <w:lvlText w:val="%1)"/>
      <w:lvlJc w:val="left"/>
      <w:pPr>
        <w:tabs>
          <w:tab w:val="num" w:pos="360"/>
        </w:tabs>
        <w:ind w:left="36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7"/>
  </w:num>
  <w:num w:numId="4">
    <w:abstractNumId w:val="2"/>
  </w:num>
  <w:num w:numId="5">
    <w:abstractNumId w:val="5"/>
  </w:num>
  <w:num w:numId="6">
    <w:abstractNumId w:val="6"/>
  </w:num>
  <w:num w:numId="7">
    <w:abstractNumId w:val="1"/>
  </w:num>
  <w:num w:numId="8">
    <w:abstractNumId w:val="10"/>
  </w:num>
  <w:num w:numId="9">
    <w:abstractNumId w:val="8"/>
  </w:num>
  <w:num w:numId="10">
    <w:abstractNumId w:val="3"/>
  </w:num>
  <w:num w:numId="11">
    <w:abstractNumId w:val="9"/>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713"/>
    <w:rsid w:val="00004EF2"/>
    <w:rsid w:val="00012252"/>
    <w:rsid w:val="00024903"/>
    <w:rsid w:val="00032B80"/>
    <w:rsid w:val="0003427D"/>
    <w:rsid w:val="00041CE2"/>
    <w:rsid w:val="00064AAE"/>
    <w:rsid w:val="000659B9"/>
    <w:rsid w:val="000767E0"/>
    <w:rsid w:val="000821D9"/>
    <w:rsid w:val="000A2ECA"/>
    <w:rsid w:val="000B15AB"/>
    <w:rsid w:val="000B5F16"/>
    <w:rsid w:val="000B7969"/>
    <w:rsid w:val="000C3EE9"/>
    <w:rsid w:val="000C6025"/>
    <w:rsid w:val="000C6772"/>
    <w:rsid w:val="000D335B"/>
    <w:rsid w:val="000D52ED"/>
    <w:rsid w:val="000E5BEA"/>
    <w:rsid w:val="000F3F71"/>
    <w:rsid w:val="00105735"/>
    <w:rsid w:val="001057B2"/>
    <w:rsid w:val="001108BA"/>
    <w:rsid w:val="001218B0"/>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46490"/>
    <w:rsid w:val="004510CB"/>
    <w:rsid w:val="00451E97"/>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1076"/>
    <w:rsid w:val="005A24FF"/>
    <w:rsid w:val="005D256F"/>
    <w:rsid w:val="005D4E70"/>
    <w:rsid w:val="005E42D6"/>
    <w:rsid w:val="00614727"/>
    <w:rsid w:val="0061622A"/>
    <w:rsid w:val="00635CA8"/>
    <w:rsid w:val="006622F1"/>
    <w:rsid w:val="00663C39"/>
    <w:rsid w:val="00664900"/>
    <w:rsid w:val="00676C9E"/>
    <w:rsid w:val="00681271"/>
    <w:rsid w:val="006B4840"/>
    <w:rsid w:val="006C2D4C"/>
    <w:rsid w:val="00700947"/>
    <w:rsid w:val="00700BE0"/>
    <w:rsid w:val="007344BE"/>
    <w:rsid w:val="007511E3"/>
    <w:rsid w:val="00787EC3"/>
    <w:rsid w:val="007B4444"/>
    <w:rsid w:val="007B5386"/>
    <w:rsid w:val="007B683E"/>
    <w:rsid w:val="007D7F39"/>
    <w:rsid w:val="007E2BED"/>
    <w:rsid w:val="007F6188"/>
    <w:rsid w:val="007F739E"/>
    <w:rsid w:val="00814417"/>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AF5EB4"/>
    <w:rsid w:val="00B11B27"/>
    <w:rsid w:val="00B12D3C"/>
    <w:rsid w:val="00B13835"/>
    <w:rsid w:val="00B264DF"/>
    <w:rsid w:val="00B42B8F"/>
    <w:rsid w:val="00B73ADB"/>
    <w:rsid w:val="00B766E5"/>
    <w:rsid w:val="00B82A3C"/>
    <w:rsid w:val="00B8389F"/>
    <w:rsid w:val="00B912B9"/>
    <w:rsid w:val="00BA160C"/>
    <w:rsid w:val="00BA16AE"/>
    <w:rsid w:val="00BB0105"/>
    <w:rsid w:val="00BB028D"/>
    <w:rsid w:val="00BB0C10"/>
    <w:rsid w:val="00BB3C13"/>
    <w:rsid w:val="00BC21AF"/>
    <w:rsid w:val="00C066F0"/>
    <w:rsid w:val="00C17514"/>
    <w:rsid w:val="00C4695F"/>
    <w:rsid w:val="00C5349A"/>
    <w:rsid w:val="00C547C7"/>
    <w:rsid w:val="00C73C88"/>
    <w:rsid w:val="00C83D99"/>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76278"/>
    <w:rsid w:val="00D815FF"/>
    <w:rsid w:val="00D8699E"/>
    <w:rsid w:val="00DA061A"/>
    <w:rsid w:val="00DA7FFB"/>
    <w:rsid w:val="00DC54D7"/>
    <w:rsid w:val="00DD3F68"/>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D380B3"/>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14501567">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3.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4.xml><?xml version="1.0" encoding="utf-8"?>
<ds:datastoreItem xmlns:ds="http://schemas.openxmlformats.org/officeDocument/2006/customXml" ds:itemID="{EC1CA353-7F2B-4FCF-8B39-50995CCF402B}">
  <ds:schemaRefs>
    <ds:schemaRef ds:uri="office.server.policy"/>
  </ds:schemaRefs>
</ds:datastoreItem>
</file>

<file path=customXml/itemProps5.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1166CB9-F0B3-4DC7-B33D-4C6E3781F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TotalTime>
  <Pages>2</Pages>
  <Words>497</Words>
  <Characters>2736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3227</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2</cp:revision>
  <cp:lastPrinted>2020-10-21T14:46:00Z</cp:lastPrinted>
  <dcterms:created xsi:type="dcterms:W3CDTF">2025-10-14T12:56:00Z</dcterms:created>
  <dcterms:modified xsi:type="dcterms:W3CDTF">2025-10-14T12:56:00Z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